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0AC65FB5" w:rsidR="006F7531" w:rsidRPr="006F7531" w:rsidRDefault="00FE03AB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Pr="00BE345E">
        <w:rPr>
          <w:rFonts w:ascii="Arial" w:hAnsi="Arial" w:cs="Arial"/>
          <w:lang w:val="en-CA"/>
        </w:rPr>
        <w:t xml:space="preserve"> </w:t>
      </w:r>
      <w:r w:rsidR="00195F10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CD533E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5B9E273B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21B726F9" w:rsidR="006F7531" w:rsidRPr="006F7531" w:rsidRDefault="00195F10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>White-Light</w:t>
      </w:r>
      <w:r w:rsidR="00465524" w:rsidRPr="0070752E">
        <w:rPr>
          <w:rFonts w:ascii="Arial" w:hAnsi="Arial" w:cs="Arial"/>
          <w:lang w:val="en-CA"/>
        </w:rPr>
        <w:t xml:space="preserve"> models shall be available </w:t>
      </w:r>
      <w:r>
        <w:rPr>
          <w:rFonts w:ascii="Arial" w:hAnsi="Arial" w:cs="Arial"/>
          <w:lang w:val="en-CA"/>
        </w:rPr>
        <w:t>with a</w:t>
      </w:r>
      <w:r w:rsidR="007C1041">
        <w:rPr>
          <w:rFonts w:ascii="Arial" w:hAnsi="Arial" w:cs="Arial"/>
          <w:lang w:val="en-CA"/>
        </w:rPr>
        <w:t xml:space="preserve"> colour </w:t>
      </w:r>
      <w:r w:rsidR="003E753F">
        <w:rPr>
          <w:rFonts w:ascii="Arial" w:hAnsi="Arial" w:cs="Arial"/>
          <w:lang w:val="en-CA"/>
        </w:rPr>
        <w:t>temperature</w:t>
      </w:r>
      <w:r>
        <w:rPr>
          <w:rFonts w:ascii="Arial" w:hAnsi="Arial" w:cs="Arial"/>
          <w:lang w:val="en-CA"/>
        </w:rPr>
        <w:t xml:space="preserve"> of ~6000k</w:t>
      </w:r>
      <w:r w:rsidR="00465524" w:rsidRPr="0070752E">
        <w:rPr>
          <w:rFonts w:ascii="Arial" w:hAnsi="Arial" w:cs="Arial"/>
          <w:lang w:val="en-CA"/>
        </w:rPr>
        <w:t>.</w:t>
      </w:r>
      <w:r w:rsidR="000A0856">
        <w:rPr>
          <w:rFonts w:ascii="Arial" w:hAnsi="Arial" w:cs="Arial"/>
          <w:lang w:val="en-CA"/>
        </w:rPr>
        <w:t xml:space="preserve"> Other </w:t>
      </w:r>
      <w:r w:rsidR="00206789">
        <w:rPr>
          <w:rFonts w:ascii="Arial" w:hAnsi="Arial" w:cs="Arial"/>
          <w:lang w:val="en-CA"/>
        </w:rPr>
        <w:t xml:space="preserve">colour temperatures </w:t>
      </w:r>
      <w:r w:rsidR="000A0856">
        <w:rPr>
          <w:rFonts w:ascii="Arial" w:hAnsi="Arial" w:cs="Arial"/>
          <w:lang w:val="en-CA"/>
        </w:rPr>
        <w:t>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195F10">
      <w:pPr>
        <w:pStyle w:val="ListParagraph"/>
        <w:rPr>
          <w:rFonts w:ascii="Arial" w:hAnsi="Arial" w:cs="Arial"/>
          <w:lang w:val="en-CA"/>
        </w:rPr>
      </w:pPr>
    </w:p>
    <w:p w14:paraId="54807767" w14:textId="3E4F9085" w:rsidR="001F10AF" w:rsidRDefault="00760120" w:rsidP="00195F10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7E3AEB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4522E51C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66BC32E5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8768CA">
        <w:rPr>
          <w:rFonts w:ascii="Arial" w:hAnsi="Arial" w:cs="Arial"/>
          <w:lang w:val="en-CA"/>
        </w:rPr>
        <w:t>8</w:t>
      </w:r>
      <w:r w:rsidR="00CE7F31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5F535A73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1BC1DC00" w:rsidR="00E14113" w:rsidRPr="00A9611B" w:rsidRDefault="00E14113" w:rsidP="00195F10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381B95E6" w:rsidR="000A0856" w:rsidRPr="00195F10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195F10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195F10">
        <w:rPr>
          <w:rStyle w:val="hps"/>
          <w:rFonts w:ascii="Arial" w:hAnsi="Arial" w:cs="Arial"/>
          <w:lang w:val="en-CA"/>
        </w:rPr>
        <w:t xml:space="preserve"> and the </w:t>
      </w:r>
      <w:r w:rsidR="000A0856" w:rsidRPr="00195F10">
        <w:rPr>
          <w:rStyle w:val="hps"/>
          <w:rFonts w:ascii="Arial" w:hAnsi="Arial"/>
        </w:rPr>
        <w:t xml:space="preserve">manufacturer shall guarantee that the </w:t>
      </w:r>
      <w:r w:rsidR="00195F10">
        <w:rPr>
          <w:rStyle w:val="hps"/>
          <w:rFonts w:ascii="Arial" w:hAnsi="Arial"/>
        </w:rPr>
        <w:t>White-Light</w:t>
      </w:r>
      <w:r w:rsidR="000A0856" w:rsidRPr="00195F10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195F10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3A5E60E4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8768CA">
        <w:rPr>
          <w:rFonts w:ascii="Arial" w:hAnsi="Arial" w:cs="Arial"/>
          <w:iCs/>
          <w:lang w:val="en-CA"/>
        </w:rPr>
        <w:t>1</w:t>
      </w:r>
      <w:r w:rsidR="00570935">
        <w:rPr>
          <w:rFonts w:ascii="Arial" w:hAnsi="Arial" w:cs="Arial"/>
          <w:iCs/>
          <w:lang w:val="en-CA"/>
        </w:rPr>
        <w:t>90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570935">
        <w:rPr>
          <w:rFonts w:ascii="Arial" w:hAnsi="Arial" w:cs="Arial"/>
          <w:iCs/>
          <w:lang w:val="en-CA"/>
        </w:rPr>
        <w:t>623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75DBD623" w14:textId="77777777" w:rsidR="00206789" w:rsidRDefault="00206789" w:rsidP="00206789">
      <w:pPr>
        <w:ind w:left="1800"/>
        <w:rPr>
          <w:rFonts w:ascii="Arial" w:hAnsi="Arial" w:cs="Arial"/>
          <w:iCs/>
          <w:lang w:val="en-CA"/>
        </w:rPr>
      </w:pPr>
    </w:p>
    <w:p w14:paraId="0A5EE74B" w14:textId="0DB2F384" w:rsidR="00206789" w:rsidRPr="00BE345E" w:rsidRDefault="00206789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5589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72A9E4A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8768CA">
        <w:rPr>
          <w:rFonts w:ascii="Arial" w:hAnsi="Arial" w:cs="Arial"/>
          <w:iCs/>
          <w:lang w:val="en-CA"/>
        </w:rPr>
        <w:t xml:space="preserve">, 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475F9A13" w:rsidR="000469F9" w:rsidRPr="007E3AEB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CD533E">
        <w:rPr>
          <w:rFonts w:ascii="Arial" w:hAnsi="Arial" w:cs="Arial"/>
          <w:iCs/>
          <w:lang w:val="en-CA"/>
        </w:rPr>
        <w:t>PLATINUM Elite SMT LEDs</w:t>
      </w:r>
    </w:p>
    <w:p w14:paraId="6B9C1D69" w14:textId="77777777" w:rsidR="007E3AEB" w:rsidRPr="007E3AEB" w:rsidRDefault="007E3AEB" w:rsidP="007E3AEB">
      <w:pPr>
        <w:ind w:left="1800"/>
        <w:rPr>
          <w:rFonts w:ascii="Arial" w:hAnsi="Arial" w:cs="Arial"/>
          <w:lang w:val="en-CA"/>
        </w:rPr>
      </w:pPr>
    </w:p>
    <w:p w14:paraId="0D680BDF" w14:textId="70C3EEF3" w:rsidR="007E3AEB" w:rsidRPr="007E3AEB" w:rsidRDefault="007E3AEB" w:rsidP="007E3AEB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6E8270A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206789">
        <w:rPr>
          <w:rFonts w:ascii="Arial" w:hAnsi="Arial" w:cs="Arial"/>
          <w:iCs/>
          <w:lang w:val="en-CA"/>
        </w:rPr>
        <w:t>~</w:t>
      </w:r>
    </w:p>
    <w:p w14:paraId="432EA7B0" w14:textId="77777777" w:rsidR="00206789" w:rsidRDefault="00206789" w:rsidP="00206789">
      <w:pPr>
        <w:ind w:left="1800"/>
        <w:rPr>
          <w:rFonts w:ascii="Arial" w:hAnsi="Arial" w:cs="Arial"/>
          <w:iCs/>
          <w:lang w:val="en-CA"/>
        </w:rPr>
      </w:pPr>
    </w:p>
    <w:p w14:paraId="2534D550" w14:textId="6FE3EAEB" w:rsidR="00206789" w:rsidRDefault="00206789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393E0D0C" w:rsidR="00207E8C" w:rsidRPr="00207E8C" w:rsidRDefault="00195F10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124ABFA7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570935">
        <w:rPr>
          <w:rFonts w:ascii="Arial" w:hAnsi="Arial" w:cs="Arial"/>
          <w:iCs/>
          <w:lang w:val="en-CA"/>
        </w:rPr>
        <w:t>72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55B10327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570935">
        <w:rPr>
          <w:rFonts w:ascii="Arial" w:hAnsi="Arial" w:cs="Arial"/>
          <w:iCs/>
          <w:lang w:val="en-CA"/>
        </w:rPr>
        <w:t>3.75</w:t>
      </w:r>
      <w:r w:rsidR="00206789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570935">
        <w:rPr>
          <w:rFonts w:ascii="Arial" w:hAnsi="Arial" w:cs="Arial"/>
          <w:iCs/>
          <w:lang w:val="en-CA"/>
        </w:rPr>
        <w:t>8.3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4ABA5313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FF73EF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86EAC97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570935">
        <w:rPr>
          <w:rFonts w:ascii="Arial" w:hAnsi="Arial" w:cs="Arial"/>
          <w:iCs/>
          <w:lang w:val="fr-CA"/>
        </w:rPr>
        <w:t>318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570935">
        <w:rPr>
          <w:rFonts w:ascii="Arial" w:hAnsi="Arial" w:cs="Arial"/>
          <w:iCs/>
          <w:lang w:val="fr-CA"/>
        </w:rPr>
        <w:t>82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8768CA">
        <w:rPr>
          <w:rFonts w:ascii="Arial" w:hAnsi="Arial" w:cs="Arial"/>
          <w:iCs/>
          <w:lang w:val="fr-CA"/>
        </w:rPr>
        <w:t>7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570935">
        <w:rPr>
          <w:rFonts w:ascii="Arial" w:hAnsi="Arial" w:cs="Arial"/>
          <w:iCs/>
          <w:lang w:val="fr-CA"/>
        </w:rPr>
        <w:t>12.5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8768CA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8768CA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0C6546DB" w:rsidR="00961A18" w:rsidRDefault="00195F10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195F10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195F10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245BEF84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195F10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195F10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55F26C62" w14:textId="77777777" w:rsidR="00C62920" w:rsidRPr="00961A18" w:rsidRDefault="00C62920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4522E3DE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195F10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195F10">
        <w:rPr>
          <w:rFonts w:ascii="Arial" w:hAnsi="Arial" w:cs="Arial"/>
          <w:lang w:val="en-CA"/>
        </w:rPr>
        <w:t>-</w:t>
      </w:r>
      <w:r w:rsidR="00E83D5C">
        <w:rPr>
          <w:rFonts w:ascii="Arial" w:hAnsi="Arial" w:cs="Arial"/>
          <w:lang w:val="en-CA"/>
        </w:rPr>
        <w:t>w</w:t>
      </w:r>
      <w:r w:rsidR="009D0325">
        <w:rPr>
          <w:rFonts w:ascii="Arial" w:hAnsi="Arial" w:cs="Arial"/>
          <w:lang w:val="en-CA"/>
        </w:rPr>
        <w:t>4</w:t>
      </w:r>
      <w:r w:rsidR="00960A00">
        <w:rPr>
          <w:rFonts w:ascii="Arial" w:hAnsi="Arial" w:cs="Arial"/>
          <w:lang w:val="en-CA"/>
        </w:rPr>
        <w:t>-</w:t>
      </w:r>
      <w:r w:rsidR="00E83D5C">
        <w:rPr>
          <w:rFonts w:ascii="Arial" w:hAnsi="Arial" w:cs="Arial"/>
          <w:lang w:val="en-CA"/>
        </w:rPr>
        <w:t>3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D8802" w14:textId="77777777" w:rsidR="0036020D" w:rsidRDefault="0036020D">
      <w:r>
        <w:separator/>
      </w:r>
    </w:p>
  </w:endnote>
  <w:endnote w:type="continuationSeparator" w:id="0">
    <w:p w14:paraId="761216F7" w14:textId="77777777" w:rsidR="0036020D" w:rsidRDefault="0036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14D52" w14:textId="77777777" w:rsidR="0036020D" w:rsidRDefault="0036020D">
      <w:r>
        <w:separator/>
      </w:r>
    </w:p>
  </w:footnote>
  <w:footnote w:type="continuationSeparator" w:id="0">
    <w:p w14:paraId="1CE5524E" w14:textId="77777777" w:rsidR="0036020D" w:rsidRDefault="003602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195F10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195F10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0346DD20" w:rsidR="00BE01DF" w:rsidRPr="00195F10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570935"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CE523E"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570935"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>3</w:t>
          </w:r>
          <w:r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195F10"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="00B773AF"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</w:t>
          </w:r>
          <w:r w:rsidRPr="00195F10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Illuminator Specification    </w:t>
          </w:r>
        </w:p>
        <w:p w14:paraId="4B226F07" w14:textId="2985C9B6" w:rsidR="00BE01DF" w:rsidRPr="00195F10" w:rsidRDefault="00570935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195F10">
            <w:rPr>
              <w:rFonts w:ascii="Arial" w:hAnsi="Arial" w:cs="Arial"/>
              <w:sz w:val="24"/>
              <w:szCs w:val="28"/>
              <w:lang w:val="en-CA"/>
            </w:rPr>
            <w:t>25</w:t>
          </w:r>
          <w:r w:rsidR="00BE01DF" w:rsidRPr="00195F10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195F10">
            <w:rPr>
              <w:rFonts w:ascii="Arial" w:hAnsi="Arial" w:cs="Arial"/>
              <w:sz w:val="24"/>
              <w:szCs w:val="28"/>
              <w:lang w:val="en-CA"/>
            </w:rPr>
            <w:t>190</w:t>
          </w:r>
          <w:r w:rsidR="00BE01DF" w:rsidRPr="00195F10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195F10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195F10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195F10">
            <w:rPr>
              <w:rFonts w:ascii="Arial" w:hAnsi="Arial" w:cs="Arial"/>
              <w:sz w:val="24"/>
              <w:szCs w:val="28"/>
              <w:lang w:val="en-CA"/>
            </w:rPr>
            <w:t>82</w:t>
          </w:r>
          <w:r w:rsidR="00BD35E6" w:rsidRPr="00195F10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195F10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195F10">
            <w:rPr>
              <w:rFonts w:ascii="Arial" w:hAnsi="Arial" w:cs="Arial"/>
              <w:sz w:val="24"/>
              <w:szCs w:val="28"/>
              <w:lang w:val="en-CA"/>
            </w:rPr>
            <w:t>623</w:t>
          </w:r>
          <w:r w:rsidR="00BE01DF" w:rsidRPr="00195F10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0C981646" w:rsidR="00BE01DF" w:rsidRPr="00195F10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195F10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8768CA" w:rsidRPr="00195F10">
            <w:rPr>
              <w:rFonts w:ascii="Arial" w:eastAsiaTheme="majorEastAsia" w:hAnsi="Arial" w:cs="Arial"/>
              <w:sz w:val="24"/>
              <w:szCs w:val="28"/>
              <w:lang w:val="en-CA"/>
            </w:rPr>
            <w:t>8</w:t>
          </w:r>
          <w:r w:rsidR="00CE523E" w:rsidRPr="00195F10">
            <w:rPr>
              <w:rFonts w:ascii="Arial" w:eastAsiaTheme="majorEastAsia" w:hAnsi="Arial" w:cs="Arial"/>
              <w:sz w:val="24"/>
              <w:szCs w:val="28"/>
              <w:lang w:val="en-CA"/>
            </w:rPr>
            <w:t>0</w:t>
          </w:r>
          <w:r w:rsidRPr="00195F10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97888"/>
    <w:rsid w:val="000A0856"/>
    <w:rsid w:val="000B0E4A"/>
    <w:rsid w:val="000B66B5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95F10"/>
    <w:rsid w:val="001A04BA"/>
    <w:rsid w:val="001A6916"/>
    <w:rsid w:val="001A6C0C"/>
    <w:rsid w:val="001B4791"/>
    <w:rsid w:val="001B752C"/>
    <w:rsid w:val="001D4EFA"/>
    <w:rsid w:val="001D52BD"/>
    <w:rsid w:val="001D6409"/>
    <w:rsid w:val="001D667B"/>
    <w:rsid w:val="001E25DD"/>
    <w:rsid w:val="001F10AF"/>
    <w:rsid w:val="001F57A5"/>
    <w:rsid w:val="00206789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1069A"/>
    <w:rsid w:val="00316359"/>
    <w:rsid w:val="00322BE3"/>
    <w:rsid w:val="00335273"/>
    <w:rsid w:val="00351A8F"/>
    <w:rsid w:val="0036020D"/>
    <w:rsid w:val="0037739B"/>
    <w:rsid w:val="0038299C"/>
    <w:rsid w:val="00385DEF"/>
    <w:rsid w:val="003A2D07"/>
    <w:rsid w:val="003A4182"/>
    <w:rsid w:val="003C618D"/>
    <w:rsid w:val="003C6984"/>
    <w:rsid w:val="003E753F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70935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75FBB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96669"/>
    <w:rsid w:val="007C1041"/>
    <w:rsid w:val="007D3161"/>
    <w:rsid w:val="007E20B5"/>
    <w:rsid w:val="007E3AEB"/>
    <w:rsid w:val="007F4973"/>
    <w:rsid w:val="00823052"/>
    <w:rsid w:val="00824864"/>
    <w:rsid w:val="00825226"/>
    <w:rsid w:val="008318EA"/>
    <w:rsid w:val="00847E29"/>
    <w:rsid w:val="008522EB"/>
    <w:rsid w:val="008665E5"/>
    <w:rsid w:val="0087526B"/>
    <w:rsid w:val="0087559A"/>
    <w:rsid w:val="008768C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D0325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D7430"/>
    <w:rsid w:val="00AE731E"/>
    <w:rsid w:val="00B06B81"/>
    <w:rsid w:val="00B07957"/>
    <w:rsid w:val="00B1354E"/>
    <w:rsid w:val="00B377AC"/>
    <w:rsid w:val="00B44329"/>
    <w:rsid w:val="00B57724"/>
    <w:rsid w:val="00B75BCC"/>
    <w:rsid w:val="00B773AF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62920"/>
    <w:rsid w:val="00C92FE9"/>
    <w:rsid w:val="00CD3D61"/>
    <w:rsid w:val="00CD533E"/>
    <w:rsid w:val="00CD6B34"/>
    <w:rsid w:val="00CE523E"/>
    <w:rsid w:val="00CE53B5"/>
    <w:rsid w:val="00CE7F31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83D5C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03AB"/>
    <w:rsid w:val="00FE2674"/>
    <w:rsid w:val="00FE396C"/>
    <w:rsid w:val="00FE79D8"/>
    <w:rsid w:val="00F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3EE0A-5401-46B7-9D37-0FE6F4C4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5</TotalTime>
  <Pages>3</Pages>
  <Words>714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6</cp:revision>
  <cp:lastPrinted>2012-04-06T14:26:00Z</cp:lastPrinted>
  <dcterms:created xsi:type="dcterms:W3CDTF">2017-01-27T15:26:00Z</dcterms:created>
  <dcterms:modified xsi:type="dcterms:W3CDTF">2017-02-01T12:35:00Z</dcterms:modified>
</cp:coreProperties>
</file>